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31A8E" w14:textId="77777777" w:rsidR="006A5C55" w:rsidRDefault="006A5C55" w:rsidP="006A5C55">
      <w:pPr>
        <w:spacing w:line="276" w:lineRule="auto"/>
        <w:rPr>
          <w:rFonts w:ascii="Arial" w:hAnsi="Arial" w:cs="Arial"/>
          <w:b/>
          <w:bCs/>
          <w:color w:val="1E25E6"/>
          <w:spacing w:val="-16"/>
          <w:sz w:val="44"/>
          <w:szCs w:val="44"/>
        </w:rPr>
      </w:pPr>
    </w:p>
    <w:p w14:paraId="156E8724" w14:textId="7D17A05E" w:rsidR="00325B81" w:rsidRPr="008C64DA" w:rsidRDefault="00B23F8F" w:rsidP="006A5C55">
      <w:pPr>
        <w:spacing w:line="276" w:lineRule="auto"/>
        <w:rPr>
          <w:rFonts w:ascii="Arial" w:hAnsi="Arial" w:cs="Arial"/>
          <w:b/>
          <w:bCs/>
          <w:color w:val="1E25E6"/>
          <w:spacing w:val="-16"/>
          <w:sz w:val="40"/>
          <w:szCs w:val="40"/>
        </w:rPr>
      </w:pPr>
      <w:r>
        <w:rPr>
          <w:rFonts w:ascii="Arial" w:hAnsi="Arial" w:cs="Arial"/>
          <w:b/>
          <w:bCs/>
          <w:color w:val="1E25E6"/>
          <w:spacing w:val="-16"/>
          <w:sz w:val="40"/>
          <w:szCs w:val="40"/>
        </w:rPr>
        <w:t xml:space="preserve">Air Force Civilian Service Talent Acquisition </w:t>
      </w:r>
    </w:p>
    <w:p w14:paraId="4C43237A" w14:textId="06AABFE8" w:rsidR="00050A59" w:rsidRPr="00E136C4" w:rsidRDefault="00B23F8F" w:rsidP="006A5C55">
      <w:pPr>
        <w:spacing w:after="120" w:line="360" w:lineRule="auto"/>
        <w:rPr>
          <w:rFonts w:ascii="Arial" w:hAnsi="Arial" w:cs="Arial"/>
          <w:color w:val="FB3300"/>
          <w:spacing w:val="8"/>
          <w:sz w:val="20"/>
          <w:szCs w:val="20"/>
        </w:rPr>
      </w:pPr>
      <w:r>
        <w:rPr>
          <w:rFonts w:ascii="Arial" w:hAnsi="Arial" w:cs="Arial"/>
          <w:color w:val="FB3300"/>
          <w:spacing w:val="-16"/>
          <w:sz w:val="28"/>
          <w:szCs w:val="28"/>
        </w:rPr>
        <w:t xml:space="preserve">Recruiter LinkedIn Bio Intros </w:t>
      </w:r>
    </w:p>
    <w:p w14:paraId="46B4F063" w14:textId="79959EBB" w:rsidR="007D6616" w:rsidRDefault="003359BA" w:rsidP="00E136C4">
      <w:pPr>
        <w:spacing w:after="240" w:line="280" w:lineRule="exact"/>
        <w:rPr>
          <w:rFonts w:ascii="Arial" w:hAnsi="Arial" w:cs="Arial"/>
          <w:color w:val="000000" w:themeColor="text1"/>
          <w:spacing w:val="8"/>
          <w:sz w:val="20"/>
          <w:szCs w:val="20"/>
        </w:rPr>
      </w:pPr>
      <w:r w:rsidRPr="003359BA"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>Directions:</w:t>
      </w:r>
      <w:r>
        <w:rPr>
          <w:rFonts w:ascii="Arial" w:hAnsi="Arial" w:cs="Arial"/>
          <w:color w:val="000000" w:themeColor="text1"/>
          <w:spacing w:val="8"/>
          <w:sz w:val="20"/>
          <w:szCs w:val="20"/>
        </w:rPr>
        <w:t xml:space="preserve"> </w:t>
      </w:r>
      <w:r w:rsidR="00B23F8F">
        <w:rPr>
          <w:rFonts w:ascii="Arial" w:hAnsi="Arial" w:cs="Arial"/>
          <w:color w:val="000000" w:themeColor="text1"/>
          <w:spacing w:val="8"/>
          <w:sz w:val="20"/>
          <w:szCs w:val="20"/>
        </w:rPr>
        <w:t xml:space="preserve">Copy and paste whichever bio intro resonates with you and insert it to the beginning of your bio on your LinkedIn profile. </w:t>
      </w:r>
      <w:r>
        <w:rPr>
          <w:rFonts w:ascii="Arial" w:hAnsi="Arial" w:cs="Arial"/>
          <w:color w:val="000000" w:themeColor="text1"/>
          <w:spacing w:val="8"/>
          <w:sz w:val="20"/>
          <w:szCs w:val="20"/>
        </w:rPr>
        <w:t xml:space="preserve"> </w:t>
      </w:r>
    </w:p>
    <w:p w14:paraId="755EC79D" w14:textId="541DDE11" w:rsidR="00B23F8F" w:rsidRDefault="00B23F8F" w:rsidP="00B23F8F">
      <w:pPr>
        <w:pStyle w:val="ListParagraph"/>
        <w:numPr>
          <w:ilvl w:val="0"/>
          <w:numId w:val="10"/>
        </w:numPr>
        <w:spacing w:after="240" w:line="280" w:lineRule="exact"/>
        <w:rPr>
          <w:rFonts w:ascii="Arial" w:hAnsi="Arial" w:cs="Arial"/>
          <w:color w:val="000000" w:themeColor="text1"/>
          <w:spacing w:val="8"/>
          <w:sz w:val="20"/>
          <w:szCs w:val="20"/>
        </w:rPr>
      </w:pPr>
      <w:r>
        <w:rPr>
          <w:rFonts w:ascii="Arial" w:hAnsi="Arial" w:cs="Arial"/>
          <w:color w:val="000000" w:themeColor="text1"/>
          <w:spacing w:val="8"/>
          <w:sz w:val="20"/>
          <w:szCs w:val="20"/>
        </w:rPr>
        <w:t xml:space="preserve">Edit the ‘Headline’ or the ‘About’ section of your profile </w:t>
      </w:r>
    </w:p>
    <w:p w14:paraId="1983BED2" w14:textId="224B2070" w:rsidR="00B23F8F" w:rsidRDefault="00B23F8F" w:rsidP="00B23F8F">
      <w:pPr>
        <w:pStyle w:val="ListParagraph"/>
        <w:numPr>
          <w:ilvl w:val="0"/>
          <w:numId w:val="10"/>
        </w:numPr>
        <w:spacing w:after="240" w:line="280" w:lineRule="exact"/>
        <w:rPr>
          <w:rFonts w:ascii="Arial" w:hAnsi="Arial" w:cs="Arial"/>
          <w:color w:val="000000" w:themeColor="text1"/>
          <w:spacing w:val="8"/>
          <w:sz w:val="20"/>
          <w:szCs w:val="20"/>
        </w:rPr>
      </w:pPr>
      <w:r>
        <w:rPr>
          <w:rFonts w:ascii="Arial" w:hAnsi="Arial" w:cs="Arial"/>
          <w:color w:val="000000" w:themeColor="text1"/>
          <w:spacing w:val="8"/>
          <w:sz w:val="20"/>
          <w:szCs w:val="20"/>
        </w:rPr>
        <w:t xml:space="preserve">Paste one of the options below. </w:t>
      </w:r>
    </w:p>
    <w:p w14:paraId="1AE602D9" w14:textId="25052805" w:rsidR="00B23F8F" w:rsidRDefault="00B23F8F" w:rsidP="00B23F8F">
      <w:pPr>
        <w:pStyle w:val="ListParagraph"/>
        <w:numPr>
          <w:ilvl w:val="0"/>
          <w:numId w:val="10"/>
        </w:numPr>
        <w:spacing w:after="240" w:line="280" w:lineRule="exact"/>
        <w:rPr>
          <w:rFonts w:ascii="Arial" w:hAnsi="Arial" w:cs="Arial"/>
          <w:color w:val="000000" w:themeColor="text1"/>
          <w:spacing w:val="8"/>
          <w:sz w:val="20"/>
          <w:szCs w:val="20"/>
        </w:rPr>
      </w:pPr>
      <w:r>
        <w:rPr>
          <w:rFonts w:ascii="Arial" w:hAnsi="Arial" w:cs="Arial"/>
          <w:color w:val="000000" w:themeColor="text1"/>
          <w:spacing w:val="8"/>
          <w:sz w:val="20"/>
          <w:szCs w:val="20"/>
        </w:rPr>
        <w:t>If you pasted to your headline, add “| Air Force Civilian Service Recruiter”</w:t>
      </w:r>
    </w:p>
    <w:p w14:paraId="278FA7AD" w14:textId="551629CE" w:rsidR="00B23F8F" w:rsidRPr="00B23F8F" w:rsidRDefault="00B23F8F" w:rsidP="00B23F8F">
      <w:pPr>
        <w:pStyle w:val="ListParagraph"/>
        <w:numPr>
          <w:ilvl w:val="0"/>
          <w:numId w:val="10"/>
        </w:numPr>
        <w:spacing w:after="240" w:line="280" w:lineRule="exact"/>
        <w:rPr>
          <w:rFonts w:ascii="Arial" w:hAnsi="Arial" w:cs="Arial"/>
          <w:color w:val="000000" w:themeColor="text1"/>
          <w:spacing w:val="8"/>
          <w:sz w:val="20"/>
          <w:szCs w:val="20"/>
        </w:rPr>
      </w:pPr>
      <w:r>
        <w:rPr>
          <w:rFonts w:ascii="Arial" w:hAnsi="Arial" w:cs="Arial"/>
          <w:color w:val="000000" w:themeColor="text1"/>
          <w:spacing w:val="8"/>
          <w:sz w:val="20"/>
          <w:szCs w:val="20"/>
        </w:rPr>
        <w:t>If you pasted to the about section, build out a longer summary personalized for yourself</w:t>
      </w:r>
    </w:p>
    <w:p w14:paraId="7AA957B3" w14:textId="107CBD30" w:rsidR="00B23F8F" w:rsidRPr="007D6616" w:rsidRDefault="00B23F8F" w:rsidP="00E136C4">
      <w:pPr>
        <w:spacing w:after="240" w:line="280" w:lineRule="exact"/>
        <w:rPr>
          <w:rFonts w:ascii="Arial" w:hAnsi="Arial" w:cs="Arial"/>
          <w:color w:val="000000" w:themeColor="text1"/>
          <w:spacing w:val="8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pacing w:val="8"/>
          <w:sz w:val="20"/>
          <w:szCs w:val="20"/>
        </w:rPr>
        <w:t xml:space="preserve">Options: </w:t>
      </w:r>
    </w:p>
    <w:p w14:paraId="46649FF7" w14:textId="61F2901B" w:rsidR="00B23F8F" w:rsidRPr="00B23F8F" w:rsidRDefault="00B23F8F" w:rsidP="00B23F8F">
      <w:pPr>
        <w:pStyle w:val="ListParagraph"/>
        <w:numPr>
          <w:ilvl w:val="0"/>
          <w:numId w:val="9"/>
        </w:numPr>
        <w:spacing w:after="240" w:line="280" w:lineRule="exact"/>
        <w:rPr>
          <w:rFonts w:ascii="Arial" w:hAnsi="Arial" w:cs="Arial"/>
          <w:color w:val="000000" w:themeColor="text1"/>
          <w:spacing w:val="8"/>
          <w:sz w:val="20"/>
          <w:szCs w:val="20"/>
        </w:rPr>
      </w:pPr>
      <w:r w:rsidRPr="00B23F8F">
        <w:rPr>
          <w:rFonts w:ascii="Arial" w:hAnsi="Arial" w:cs="Arial"/>
          <w:color w:val="000000" w:themeColor="text1"/>
          <w:spacing w:val="8"/>
          <w:sz w:val="20"/>
          <w:szCs w:val="20"/>
        </w:rPr>
        <w:t xml:space="preserve">I build the bridge between the best and the brightest—and the U.S. Air Force teams who need them. </w:t>
      </w:r>
    </w:p>
    <w:p w14:paraId="1D599F86" w14:textId="4A62CCCE" w:rsidR="00B23F8F" w:rsidRPr="00B23F8F" w:rsidRDefault="00B23F8F" w:rsidP="00B23F8F">
      <w:pPr>
        <w:pStyle w:val="ListParagraph"/>
        <w:numPr>
          <w:ilvl w:val="0"/>
          <w:numId w:val="9"/>
        </w:numPr>
        <w:spacing w:after="240" w:line="280" w:lineRule="exact"/>
        <w:rPr>
          <w:rFonts w:ascii="Arial" w:hAnsi="Arial" w:cs="Arial"/>
          <w:color w:val="000000" w:themeColor="text1"/>
          <w:spacing w:val="8"/>
          <w:sz w:val="20"/>
          <w:szCs w:val="20"/>
        </w:rPr>
      </w:pPr>
      <w:r w:rsidRPr="00B23F8F">
        <w:rPr>
          <w:rFonts w:ascii="Arial" w:hAnsi="Arial" w:cs="Arial"/>
          <w:color w:val="000000" w:themeColor="text1"/>
          <w:spacing w:val="8"/>
          <w:sz w:val="20"/>
          <w:szCs w:val="20"/>
        </w:rPr>
        <w:t xml:space="preserve">For the nation’s best and brightest, I take the work out of finding a job. </w:t>
      </w:r>
    </w:p>
    <w:p w14:paraId="73C640FB" w14:textId="598501A3" w:rsidR="00B23F8F" w:rsidRPr="00B23F8F" w:rsidRDefault="00B23F8F" w:rsidP="00B23F8F">
      <w:pPr>
        <w:pStyle w:val="ListParagraph"/>
        <w:numPr>
          <w:ilvl w:val="0"/>
          <w:numId w:val="9"/>
        </w:numPr>
        <w:spacing w:after="240" w:line="280" w:lineRule="exact"/>
        <w:rPr>
          <w:rFonts w:ascii="Arial" w:hAnsi="Arial" w:cs="Arial"/>
          <w:color w:val="000000" w:themeColor="text1"/>
          <w:spacing w:val="8"/>
          <w:sz w:val="20"/>
          <w:szCs w:val="20"/>
        </w:rPr>
      </w:pPr>
      <w:r w:rsidRPr="00B23F8F">
        <w:rPr>
          <w:rFonts w:ascii="Arial" w:hAnsi="Arial" w:cs="Arial"/>
          <w:color w:val="000000" w:themeColor="text1"/>
          <w:spacing w:val="8"/>
          <w:sz w:val="20"/>
          <w:szCs w:val="20"/>
        </w:rPr>
        <w:t>I’m on the lookout for the nation’s best and brightest to keep the Air Force’s edge as sharp as it can be.</w:t>
      </w:r>
    </w:p>
    <w:sectPr w:rsidR="00B23F8F" w:rsidRPr="00B23F8F" w:rsidSect="00E136C4">
      <w:headerReference w:type="default" r:id="rId8"/>
      <w:footerReference w:type="default" r:id="rId9"/>
      <w:pgSz w:w="12240" w:h="15840"/>
      <w:pgMar w:top="171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B88BC" w14:textId="77777777" w:rsidR="00AE55CA" w:rsidRDefault="00AE55CA" w:rsidP="007370C8">
      <w:r>
        <w:separator/>
      </w:r>
    </w:p>
  </w:endnote>
  <w:endnote w:type="continuationSeparator" w:id="0">
    <w:p w14:paraId="27318B1A" w14:textId="77777777" w:rsidR="00AE55CA" w:rsidRDefault="00AE55CA" w:rsidP="00737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gra Cd Medium">
    <w:altName w:val="Calibri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64889" w14:textId="77777777" w:rsidR="007370C8" w:rsidRPr="00482158" w:rsidRDefault="007370C8">
    <w:pPr>
      <w:pStyle w:val="Footer"/>
      <w:rPr>
        <w:sz w:val="11"/>
        <w:szCs w:val="11"/>
      </w:rPr>
    </w:pPr>
    <w:r w:rsidRPr="00482158">
      <w:rPr>
        <w:noProof/>
        <w:sz w:val="11"/>
        <w:szCs w:val="11"/>
      </w:rPr>
      <w:drawing>
        <wp:anchor distT="0" distB="0" distL="114300" distR="114300" simplePos="0" relativeHeight="251659264" behindDoc="0" locked="0" layoutInCell="1" allowOverlap="1" wp14:anchorId="555B3340" wp14:editId="26CA06A1">
          <wp:simplePos x="0" y="0"/>
          <wp:positionH relativeFrom="margin">
            <wp:posOffset>-916801</wp:posOffset>
          </wp:positionH>
          <wp:positionV relativeFrom="paragraph">
            <wp:posOffset>130175</wp:posOffset>
          </wp:positionV>
          <wp:extent cx="7772400" cy="406058"/>
          <wp:effectExtent l="0" t="0" r="0" b="635"/>
          <wp:wrapNone/>
          <wp:docPr id="2" name="Picture 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4060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28584" w14:textId="77777777" w:rsidR="00AE55CA" w:rsidRDefault="00AE55CA" w:rsidP="007370C8">
      <w:r>
        <w:separator/>
      </w:r>
    </w:p>
  </w:footnote>
  <w:footnote w:type="continuationSeparator" w:id="0">
    <w:p w14:paraId="43581A06" w14:textId="77777777" w:rsidR="00AE55CA" w:rsidRDefault="00AE55CA" w:rsidP="00737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2A0FE" w14:textId="77777777" w:rsidR="007370C8" w:rsidRPr="00482158" w:rsidRDefault="007370C8">
    <w:pPr>
      <w:pStyle w:val="Header"/>
      <w:rPr>
        <w:sz w:val="11"/>
        <w:szCs w:val="11"/>
      </w:rPr>
    </w:pPr>
    <w:r w:rsidRPr="00482158">
      <w:rPr>
        <w:noProof/>
        <w:sz w:val="11"/>
        <w:szCs w:val="11"/>
      </w:rPr>
      <w:drawing>
        <wp:anchor distT="0" distB="0" distL="114300" distR="114300" simplePos="0" relativeHeight="251658240" behindDoc="0" locked="0" layoutInCell="1" allowOverlap="1" wp14:anchorId="2D7CFD91" wp14:editId="2F186158">
          <wp:simplePos x="0" y="0"/>
          <wp:positionH relativeFrom="margin">
            <wp:posOffset>-914400</wp:posOffset>
          </wp:positionH>
          <wp:positionV relativeFrom="margin">
            <wp:posOffset>-1081266</wp:posOffset>
          </wp:positionV>
          <wp:extent cx="7772400" cy="736600"/>
          <wp:effectExtent l="0" t="0" r="0" b="0"/>
          <wp:wrapNone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736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540C7"/>
    <w:multiLevelType w:val="hybridMultilevel"/>
    <w:tmpl w:val="90825332"/>
    <w:lvl w:ilvl="0" w:tplc="D730EC04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  <w:color w:val="FB3300"/>
        <w:sz w:val="1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F5BE7"/>
    <w:multiLevelType w:val="multilevel"/>
    <w:tmpl w:val="AAEC987A"/>
    <w:styleLink w:val="CurrentList4"/>
    <w:lvl w:ilvl="0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37C02"/>
    <w:multiLevelType w:val="multilevel"/>
    <w:tmpl w:val="7CF2B742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46F64"/>
    <w:multiLevelType w:val="hybridMultilevel"/>
    <w:tmpl w:val="C246A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36B0F"/>
    <w:multiLevelType w:val="hybridMultilevel"/>
    <w:tmpl w:val="E0862E74"/>
    <w:lvl w:ilvl="0" w:tplc="74DA54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D403E"/>
    <w:multiLevelType w:val="hybridMultilevel"/>
    <w:tmpl w:val="7CF2B742"/>
    <w:lvl w:ilvl="0" w:tplc="23586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9B4904"/>
    <w:multiLevelType w:val="hybridMultilevel"/>
    <w:tmpl w:val="AAEC987A"/>
    <w:lvl w:ilvl="0" w:tplc="30164AE6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7F3E38"/>
    <w:multiLevelType w:val="multilevel"/>
    <w:tmpl w:val="07C0B366"/>
    <w:styleLink w:val="CurrentList3"/>
    <w:lvl w:ilvl="0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B7690"/>
    <w:multiLevelType w:val="multilevel"/>
    <w:tmpl w:val="E0862E74"/>
    <w:styleLink w:val="Current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721533"/>
    <w:multiLevelType w:val="hybridMultilevel"/>
    <w:tmpl w:val="07C0B366"/>
    <w:lvl w:ilvl="0" w:tplc="843A47D4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118400">
    <w:abstractNumId w:val="5"/>
  </w:num>
  <w:num w:numId="2" w16cid:durableId="359628469">
    <w:abstractNumId w:val="2"/>
  </w:num>
  <w:num w:numId="3" w16cid:durableId="1947344432">
    <w:abstractNumId w:val="4"/>
  </w:num>
  <w:num w:numId="4" w16cid:durableId="1797334425">
    <w:abstractNumId w:val="8"/>
  </w:num>
  <w:num w:numId="5" w16cid:durableId="324357848">
    <w:abstractNumId w:val="9"/>
  </w:num>
  <w:num w:numId="6" w16cid:durableId="907806807">
    <w:abstractNumId w:val="7"/>
  </w:num>
  <w:num w:numId="7" w16cid:durableId="1837458737">
    <w:abstractNumId w:val="6"/>
  </w:num>
  <w:num w:numId="8" w16cid:durableId="243952537">
    <w:abstractNumId w:val="1"/>
  </w:num>
  <w:num w:numId="9" w16cid:durableId="1034692259">
    <w:abstractNumId w:val="0"/>
  </w:num>
  <w:num w:numId="10" w16cid:durableId="848446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F8F"/>
    <w:rsid w:val="00050A59"/>
    <w:rsid w:val="000E2787"/>
    <w:rsid w:val="00194EDF"/>
    <w:rsid w:val="001B5105"/>
    <w:rsid w:val="00325B81"/>
    <w:rsid w:val="003359BA"/>
    <w:rsid w:val="00392B0F"/>
    <w:rsid w:val="003B37A4"/>
    <w:rsid w:val="003B5E4D"/>
    <w:rsid w:val="003C379F"/>
    <w:rsid w:val="003F3D75"/>
    <w:rsid w:val="0046747C"/>
    <w:rsid w:val="00482158"/>
    <w:rsid w:val="004A0E50"/>
    <w:rsid w:val="00525444"/>
    <w:rsid w:val="00586195"/>
    <w:rsid w:val="00602277"/>
    <w:rsid w:val="00636FD5"/>
    <w:rsid w:val="006A5C55"/>
    <w:rsid w:val="006F0C26"/>
    <w:rsid w:val="007370C8"/>
    <w:rsid w:val="007D6616"/>
    <w:rsid w:val="007E0177"/>
    <w:rsid w:val="007E3A6C"/>
    <w:rsid w:val="00826EDF"/>
    <w:rsid w:val="00855691"/>
    <w:rsid w:val="008B0327"/>
    <w:rsid w:val="008C64DA"/>
    <w:rsid w:val="00976DF9"/>
    <w:rsid w:val="009849B9"/>
    <w:rsid w:val="009B7302"/>
    <w:rsid w:val="00AA57E6"/>
    <w:rsid w:val="00AE55CA"/>
    <w:rsid w:val="00B11300"/>
    <w:rsid w:val="00B23F8F"/>
    <w:rsid w:val="00BE6D1E"/>
    <w:rsid w:val="00C35325"/>
    <w:rsid w:val="00C677B2"/>
    <w:rsid w:val="00CC6906"/>
    <w:rsid w:val="00DD3038"/>
    <w:rsid w:val="00E136C4"/>
    <w:rsid w:val="00E95323"/>
    <w:rsid w:val="00EC6EE9"/>
    <w:rsid w:val="00F6457E"/>
    <w:rsid w:val="00F922B7"/>
    <w:rsid w:val="00F9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690BA"/>
  <w15:chartTrackingRefBased/>
  <w15:docId w15:val="{ED5A199E-7788-9648-BF45-5307F798C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0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0C8"/>
  </w:style>
  <w:style w:type="paragraph" w:styleId="Footer">
    <w:name w:val="footer"/>
    <w:basedOn w:val="Normal"/>
    <w:link w:val="FooterChar"/>
    <w:uiPriority w:val="99"/>
    <w:unhideWhenUsed/>
    <w:rsid w:val="007370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0C8"/>
  </w:style>
  <w:style w:type="paragraph" w:styleId="ListParagraph">
    <w:name w:val="List Paragraph"/>
    <w:basedOn w:val="Normal"/>
    <w:uiPriority w:val="34"/>
    <w:qFormat/>
    <w:rsid w:val="00C35325"/>
    <w:pPr>
      <w:ind w:left="720"/>
      <w:contextualSpacing/>
    </w:pPr>
  </w:style>
  <w:style w:type="numbering" w:customStyle="1" w:styleId="CurrentList1">
    <w:name w:val="Current List1"/>
    <w:uiPriority w:val="99"/>
    <w:rsid w:val="00C35325"/>
    <w:pPr>
      <w:numPr>
        <w:numId w:val="2"/>
      </w:numPr>
    </w:pPr>
  </w:style>
  <w:style w:type="table" w:styleId="TableGrid">
    <w:name w:val="Table Grid"/>
    <w:basedOn w:val="TableNormal"/>
    <w:uiPriority w:val="39"/>
    <w:rsid w:val="00C35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2">
    <w:name w:val="Current List2"/>
    <w:uiPriority w:val="99"/>
    <w:rsid w:val="008C64DA"/>
    <w:pPr>
      <w:numPr>
        <w:numId w:val="4"/>
      </w:numPr>
    </w:pPr>
  </w:style>
  <w:style w:type="numbering" w:customStyle="1" w:styleId="CurrentList3">
    <w:name w:val="Current List3"/>
    <w:uiPriority w:val="99"/>
    <w:rsid w:val="008C64DA"/>
    <w:pPr>
      <w:numPr>
        <w:numId w:val="6"/>
      </w:numPr>
    </w:pPr>
  </w:style>
  <w:style w:type="numbering" w:customStyle="1" w:styleId="CurrentList4">
    <w:name w:val="Current List4"/>
    <w:uiPriority w:val="99"/>
    <w:rsid w:val="008C64DA"/>
    <w:pPr>
      <w:numPr>
        <w:numId w:val="8"/>
      </w:numPr>
    </w:pPr>
  </w:style>
  <w:style w:type="table" w:styleId="PlainTable5">
    <w:name w:val="Plain Table 5"/>
    <w:basedOn w:val="TableNormal"/>
    <w:uiPriority w:val="45"/>
    <w:rsid w:val="008C64D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8C64D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8C64D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a1">
    <w:name w:val="Pa1"/>
    <w:basedOn w:val="Normal"/>
    <w:next w:val="Normal"/>
    <w:uiPriority w:val="99"/>
    <w:rsid w:val="00B23F8F"/>
    <w:pPr>
      <w:autoSpaceDE w:val="0"/>
      <w:autoSpaceDN w:val="0"/>
      <w:adjustRightInd w:val="0"/>
      <w:spacing w:line="241" w:lineRule="atLeast"/>
    </w:pPr>
    <w:rPr>
      <w:rFonts w:ascii="Ingra Cd Medium" w:hAnsi="Ingra Cd Medium"/>
    </w:rPr>
  </w:style>
  <w:style w:type="character" w:customStyle="1" w:styleId="A3">
    <w:name w:val="A3"/>
    <w:uiPriority w:val="99"/>
    <w:rsid w:val="00B23F8F"/>
    <w:rPr>
      <w:rFonts w:cs="Ingra Cd Medium"/>
      <w:color w:val="211D1E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4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marcomgroup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marcomgroup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aurenrainford/Library/Group%20Containers/UBF8T346G9.Office/User%20Content.localized/Templates.localized/MAR-2022-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8670C0-6D81-0041-858C-1472EB2B6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MAR-2022-Letterhead.dotx</Template>
  <TotalTime>5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Rainford</dc:creator>
  <cp:keywords/>
  <dc:description/>
  <cp:lastModifiedBy>Lauren Rainford</cp:lastModifiedBy>
  <cp:revision>1</cp:revision>
  <dcterms:created xsi:type="dcterms:W3CDTF">2024-11-19T23:10:00Z</dcterms:created>
  <dcterms:modified xsi:type="dcterms:W3CDTF">2024-11-19T23:16:00Z</dcterms:modified>
</cp:coreProperties>
</file>